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11144" w14:textId="77777777" w:rsidR="005103B9" w:rsidRPr="00AF4411" w:rsidRDefault="006676AE" w:rsidP="00E53A24">
      <w:pPr>
        <w:pStyle w:val="Nagwek4"/>
        <w:spacing w:after="120"/>
        <w:rPr>
          <w:rFonts w:ascii="Cambria" w:hAnsi="Cambria" w:cs="Arial"/>
          <w:bCs/>
          <w:i w:val="0"/>
          <w:szCs w:val="24"/>
        </w:rPr>
      </w:pPr>
      <w:r w:rsidRPr="00AF4411">
        <w:rPr>
          <w:rFonts w:ascii="Cambria" w:hAnsi="Cambria" w:cs="Arial"/>
          <w:bCs/>
          <w:i w:val="0"/>
          <w:szCs w:val="24"/>
        </w:rPr>
        <w:t xml:space="preserve">Załącznik nr </w:t>
      </w:r>
      <w:r w:rsidR="00B228F8" w:rsidRPr="00AF4411">
        <w:rPr>
          <w:rFonts w:ascii="Cambria" w:hAnsi="Cambria" w:cs="Arial"/>
          <w:bCs/>
          <w:i w:val="0"/>
          <w:szCs w:val="24"/>
        </w:rPr>
        <w:t>3</w:t>
      </w:r>
      <w:r w:rsidR="00B36ABD" w:rsidRPr="00AF4411">
        <w:rPr>
          <w:rFonts w:ascii="Cambria" w:hAnsi="Cambria" w:cs="Arial"/>
          <w:bCs/>
          <w:i w:val="0"/>
          <w:szCs w:val="24"/>
        </w:rPr>
        <w:t xml:space="preserve"> do SWZ</w:t>
      </w:r>
    </w:p>
    <w:p w14:paraId="298015E7" w14:textId="77777777" w:rsidR="00C4103F" w:rsidRPr="00AF4411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AF4411">
        <w:rPr>
          <w:rFonts w:ascii="Cambria" w:hAnsi="Cambria" w:cs="Arial"/>
          <w:b/>
          <w:sz w:val="24"/>
          <w:szCs w:val="24"/>
        </w:rPr>
        <w:t>Zamawiający</w:t>
      </w:r>
      <w:r w:rsidR="007936D6" w:rsidRPr="00AF4411">
        <w:rPr>
          <w:rFonts w:ascii="Cambria" w:hAnsi="Cambria" w:cs="Arial"/>
          <w:b/>
          <w:sz w:val="24"/>
          <w:szCs w:val="24"/>
        </w:rPr>
        <w:t>:</w:t>
      </w:r>
    </w:p>
    <w:p w14:paraId="01F81BB3" w14:textId="14D56E44" w:rsidR="009169D4" w:rsidRPr="00AF4411" w:rsidRDefault="00111BC7" w:rsidP="0069452A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>
        <w:t>Zespół Szkolno-Przedszkolny Nr 2 w Legionowie</w:t>
      </w:r>
      <w:r>
        <w:br/>
        <w:t>ul. Jagiellońska 67</w:t>
      </w:r>
      <w:r>
        <w:br/>
        <w:t xml:space="preserve">05-120 </w:t>
      </w:r>
      <w:r>
        <w:rPr>
          <w:rStyle w:val="il"/>
        </w:rPr>
        <w:t>Legionowo</w:t>
      </w:r>
      <w:r w:rsidRPr="00343408">
        <w:rPr>
          <w:rFonts w:ascii="Cambria" w:hAnsi="Cambria" w:cs="Arial"/>
          <w:color w:val="222222"/>
        </w:rPr>
        <w:br/>
      </w:r>
      <w:r w:rsidR="009169D4" w:rsidRPr="00AF4411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264B5F78" w14:textId="77777777" w:rsidR="00C4103F" w:rsidRPr="00AF4411" w:rsidRDefault="002578E4" w:rsidP="0069452A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AF4411">
        <w:rPr>
          <w:rFonts w:ascii="Cambria" w:hAnsi="Cambria" w:cs="Arial"/>
          <w:iCs/>
          <w:sz w:val="16"/>
          <w:szCs w:val="16"/>
        </w:rPr>
        <w:t>[</w:t>
      </w:r>
      <w:r w:rsidR="009169D4" w:rsidRPr="00AF4411">
        <w:rPr>
          <w:rFonts w:ascii="Cambria" w:hAnsi="Cambria" w:cs="Arial"/>
          <w:iCs/>
          <w:sz w:val="16"/>
          <w:szCs w:val="16"/>
        </w:rPr>
        <w:t>pełna nazwa, adres</w:t>
      </w:r>
      <w:r w:rsidRPr="00AF4411">
        <w:rPr>
          <w:rFonts w:ascii="Cambria" w:hAnsi="Cambria" w:cs="Arial"/>
          <w:iCs/>
          <w:sz w:val="16"/>
          <w:szCs w:val="16"/>
        </w:rPr>
        <w:t>]</w:t>
      </w:r>
    </w:p>
    <w:p w14:paraId="349A5657" w14:textId="77777777" w:rsidR="002578E4" w:rsidRPr="00AF4411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F4411" w14:paraId="3B564CD1" w14:textId="77777777" w:rsidTr="0018769E">
        <w:tc>
          <w:tcPr>
            <w:tcW w:w="2800" w:type="dxa"/>
          </w:tcPr>
          <w:p w14:paraId="1FEF069F" w14:textId="77777777" w:rsidR="002578E4" w:rsidRPr="00AF4411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AF4411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AF4411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FDDD263" w14:textId="77777777" w:rsidR="002578E4" w:rsidRPr="00AF4411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6BDCE486" w14:textId="77777777" w:rsidR="002578E4" w:rsidRPr="00AF4411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F4411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437CA3D" w14:textId="77777777" w:rsidR="002578E4" w:rsidRPr="00AF4411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AF4411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AF4411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AF4411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AF4411" w14:paraId="02D656DA" w14:textId="77777777" w:rsidTr="0018769E">
        <w:tc>
          <w:tcPr>
            <w:tcW w:w="2800" w:type="dxa"/>
          </w:tcPr>
          <w:p w14:paraId="78CDD2C7" w14:textId="77777777" w:rsidR="002578E4" w:rsidRPr="00AF4411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AF4411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B1C08DE" w14:textId="77777777" w:rsidR="002578E4" w:rsidRPr="00AF4411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4D8CE7C4" w14:textId="77777777" w:rsidR="002578E4" w:rsidRPr="00AF4411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F4411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1A4301B" w14:textId="77777777" w:rsidR="002578E4" w:rsidRPr="00AF4411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AF4411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AF4411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AF4411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3CE90E8" w14:textId="77777777" w:rsidR="002578E4" w:rsidRPr="00AF4411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AF4411" w14:paraId="235D56DC" w14:textId="77777777" w:rsidTr="00426AED">
        <w:tc>
          <w:tcPr>
            <w:tcW w:w="9104" w:type="dxa"/>
            <w:shd w:val="clear" w:color="auto" w:fill="D9D9D9"/>
          </w:tcPr>
          <w:p w14:paraId="5699F876" w14:textId="77777777" w:rsidR="00104023" w:rsidRPr="00AF4411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AF4411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6BDDB216" w14:textId="77777777" w:rsidR="00104023" w:rsidRPr="00AF4411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AF4411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AF4411">
              <w:rPr>
                <w:rFonts w:ascii="Cambria" w:hAnsi="Cambria" w:cs="Arial"/>
                <w:sz w:val="24"/>
                <w:szCs w:val="24"/>
              </w:rPr>
              <w:t>tj.</w:t>
            </w:r>
            <w:r w:rsidRPr="00AF4411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AF4411">
              <w:rPr>
                <w:rFonts w:ascii="Cambria" w:hAnsi="Cambria" w:cs="Arial"/>
                <w:sz w:val="24"/>
                <w:szCs w:val="24"/>
              </w:rPr>
              <w:t>4</w:t>
            </w:r>
            <w:r w:rsidRPr="00AF4411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AF4411">
              <w:rPr>
                <w:rFonts w:ascii="Cambria" w:hAnsi="Cambria" w:cs="Arial"/>
                <w:sz w:val="24"/>
                <w:szCs w:val="24"/>
              </w:rPr>
              <w:t>320</w:t>
            </w:r>
            <w:r w:rsidRPr="00AF4411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3305F36C" w14:textId="77777777" w:rsidR="00104023" w:rsidRPr="00AF4411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AF4411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065852C6" w14:textId="77777777" w:rsidR="00104023" w:rsidRPr="00AF4411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AF4411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056C35EC" w14:textId="77777777" w:rsidR="00104023" w:rsidRPr="00AF4411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AF4411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4ED9EB45" w14:textId="77777777" w:rsidR="00E50194" w:rsidRPr="00AF4411" w:rsidRDefault="001F027E" w:rsidP="00FF2111">
      <w:pPr>
        <w:spacing w:before="60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AF4411">
        <w:rPr>
          <w:rFonts w:ascii="Cambria" w:hAnsi="Cambria" w:cs="Arial"/>
          <w:sz w:val="24"/>
          <w:szCs w:val="24"/>
        </w:rPr>
        <w:t>Na potrzeby postę</w:t>
      </w:r>
      <w:r w:rsidR="008D0487" w:rsidRPr="00AF4411">
        <w:rPr>
          <w:rFonts w:ascii="Cambria" w:hAnsi="Cambria" w:cs="Arial"/>
          <w:sz w:val="24"/>
          <w:szCs w:val="24"/>
        </w:rPr>
        <w:t xml:space="preserve">powania o udzielenie </w:t>
      </w:r>
      <w:r w:rsidR="007936D6" w:rsidRPr="00AF4411">
        <w:rPr>
          <w:rFonts w:ascii="Cambria" w:hAnsi="Cambria" w:cs="Arial"/>
          <w:sz w:val="24"/>
          <w:szCs w:val="24"/>
        </w:rPr>
        <w:t>zamówienia publicznego</w:t>
      </w:r>
      <w:r w:rsidR="00E50194" w:rsidRPr="00AF4411">
        <w:rPr>
          <w:rFonts w:ascii="Cambria" w:hAnsi="Cambria" w:cs="Arial"/>
          <w:sz w:val="24"/>
          <w:szCs w:val="24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F4411" w14:paraId="184C4FAA" w14:textId="77777777" w:rsidTr="0018769E">
        <w:tc>
          <w:tcPr>
            <w:tcW w:w="2269" w:type="dxa"/>
          </w:tcPr>
          <w:p w14:paraId="19239C7F" w14:textId="77777777" w:rsidR="002578E4" w:rsidRPr="00111BC7" w:rsidRDefault="002578E4" w:rsidP="00111BC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111BC7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41B13821" w14:textId="4EA937D8" w:rsidR="00111BC7" w:rsidRPr="00111BC7" w:rsidRDefault="00111BC7" w:rsidP="00111BC7">
            <w:pPr>
              <w:spacing w:after="0"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111BC7">
              <w:rPr>
                <w:rFonts w:ascii="Cambria" w:hAnsi="Cambria" w:cs="Arial"/>
                <w:b/>
                <w:sz w:val="24"/>
                <w:szCs w:val="24"/>
              </w:rPr>
              <w:t xml:space="preserve">Sukcesywna dostawa mięsa i wędlin oraz warzyw i owoców  na potrzeby </w:t>
            </w:r>
            <w:r w:rsidRPr="00111BC7">
              <w:rPr>
                <w:rFonts w:ascii="Cambria" w:hAnsi="Cambria"/>
                <w:b/>
                <w:sz w:val="24"/>
                <w:szCs w:val="24"/>
              </w:rPr>
              <w:t xml:space="preserve">Zespołu Szkolno-Przedszkolnego Nr 2 w Legionowie na </w:t>
            </w:r>
            <w:r w:rsidRPr="00111BC7">
              <w:rPr>
                <w:rFonts w:ascii="Cambria" w:hAnsi="Cambria" w:cs="Arial"/>
                <w:b/>
                <w:sz w:val="24"/>
                <w:szCs w:val="24"/>
              </w:rPr>
              <w:t xml:space="preserve"> 2026r.</w:t>
            </w:r>
          </w:p>
          <w:p w14:paraId="0637733B" w14:textId="5839EFCC" w:rsidR="002578E4" w:rsidRPr="00111BC7" w:rsidRDefault="002578E4" w:rsidP="00111BC7">
            <w:pPr>
              <w:spacing w:after="120"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104023" w:rsidRPr="00AF4411" w14:paraId="7BC27711" w14:textId="77777777" w:rsidTr="00426AED">
        <w:tc>
          <w:tcPr>
            <w:tcW w:w="2269" w:type="dxa"/>
          </w:tcPr>
          <w:p w14:paraId="4298ED32" w14:textId="77777777" w:rsidR="00104023" w:rsidRPr="00AF4411" w:rsidRDefault="00104023" w:rsidP="0069452A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F4411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7FD07917" w14:textId="4DEC9DE0" w:rsidR="00104023" w:rsidRPr="00AF4411" w:rsidRDefault="009B31C1" w:rsidP="000F293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t>ZSP2/2025/2026/1</w:t>
            </w:r>
            <w:bookmarkStart w:id="0" w:name="_GoBack"/>
            <w:bookmarkEnd w:id="0"/>
          </w:p>
        </w:tc>
      </w:tr>
    </w:tbl>
    <w:p w14:paraId="6E5EAFFF" w14:textId="77777777" w:rsidR="002578E4" w:rsidRPr="00AF4411" w:rsidRDefault="002578E4" w:rsidP="0069452A">
      <w:pPr>
        <w:spacing w:after="0" w:line="240" w:lineRule="auto"/>
        <w:jc w:val="both"/>
        <w:rPr>
          <w:rFonts w:ascii="Cambria" w:hAnsi="Cambria" w:cs="Arial"/>
          <w:b/>
          <w:sz w:val="16"/>
          <w:szCs w:val="16"/>
        </w:rPr>
      </w:pPr>
    </w:p>
    <w:p w14:paraId="4192CE56" w14:textId="3CBA6B5F" w:rsidR="00F90CD1" w:rsidRPr="009B31C1" w:rsidRDefault="005434B3" w:rsidP="0069452A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31C1">
        <w:rPr>
          <w:rFonts w:ascii="Cambria" w:hAnsi="Cambria" w:cs="Arial"/>
          <w:sz w:val="24"/>
          <w:szCs w:val="24"/>
        </w:rPr>
        <w:t xml:space="preserve">prowadzonego przez </w:t>
      </w:r>
      <w:r w:rsidR="009B31C1" w:rsidRPr="009B31C1">
        <w:rPr>
          <w:rFonts w:ascii="Cambria" w:hAnsi="Cambria"/>
          <w:sz w:val="24"/>
          <w:szCs w:val="24"/>
        </w:rPr>
        <w:t>Zespół Szkolno-Przedszkolny Nr 2 w Legionowie</w:t>
      </w:r>
      <w:r w:rsidRPr="009B31C1">
        <w:rPr>
          <w:rFonts w:ascii="Cambria" w:hAnsi="Cambria" w:cs="Arial"/>
          <w:b/>
          <w:sz w:val="24"/>
          <w:szCs w:val="24"/>
        </w:rPr>
        <w:t>,</w:t>
      </w:r>
      <w:r w:rsidR="002B2AD9" w:rsidRPr="009B31C1">
        <w:rPr>
          <w:rFonts w:ascii="Cambria" w:hAnsi="Cambria" w:cs="Arial"/>
          <w:sz w:val="24"/>
          <w:szCs w:val="24"/>
        </w:rPr>
        <w:t xml:space="preserve"> </w:t>
      </w:r>
      <w:r w:rsidR="00E65685" w:rsidRPr="009B31C1">
        <w:rPr>
          <w:rFonts w:ascii="Cambria" w:hAnsi="Cambria" w:cs="Arial"/>
          <w:sz w:val="24"/>
          <w:szCs w:val="24"/>
        </w:rPr>
        <w:t>oświa</w:t>
      </w:r>
      <w:r w:rsidR="00825A09" w:rsidRPr="009B31C1">
        <w:rPr>
          <w:rFonts w:ascii="Cambria" w:hAnsi="Cambria" w:cs="Arial"/>
          <w:sz w:val="24"/>
          <w:szCs w:val="24"/>
        </w:rPr>
        <w:t>dczam</w:t>
      </w:r>
      <w:r w:rsidR="00E65685" w:rsidRPr="009B31C1">
        <w:rPr>
          <w:rFonts w:ascii="Cambria" w:hAnsi="Cambria" w:cs="Arial"/>
          <w:sz w:val="24"/>
          <w:szCs w:val="24"/>
        </w:rPr>
        <w:t>,</w:t>
      </w:r>
      <w:r w:rsidR="002B2AD9" w:rsidRPr="009B31C1">
        <w:rPr>
          <w:rFonts w:ascii="Cambria" w:hAnsi="Cambria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AF4411" w14:paraId="540572FE" w14:textId="77777777" w:rsidTr="00650D6C">
        <w:tc>
          <w:tcPr>
            <w:tcW w:w="9104" w:type="dxa"/>
            <w:shd w:val="clear" w:color="auto" w:fill="D9D9D9"/>
          </w:tcPr>
          <w:p w14:paraId="38028718" w14:textId="77777777" w:rsidR="00E50194" w:rsidRPr="00AF4411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AF4411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0195ADA" w14:textId="4DB390D7" w:rsidR="00C113BF" w:rsidRPr="00AF4411" w:rsidRDefault="00C113BF" w:rsidP="0069452A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AF4411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AF4411">
        <w:rPr>
          <w:rFonts w:ascii="Cambria" w:hAnsi="Cambria" w:cs="Arial"/>
          <w:sz w:val="24"/>
          <w:szCs w:val="24"/>
        </w:rPr>
        <w:t xml:space="preserve">dstawie </w:t>
      </w:r>
      <w:r w:rsidR="002C4137" w:rsidRPr="00AF4411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AF4411">
        <w:rPr>
          <w:rFonts w:ascii="Cambria" w:hAnsi="Cambria" w:cs="Arial"/>
          <w:sz w:val="24"/>
          <w:szCs w:val="24"/>
        </w:rPr>
        <w:t>108</w:t>
      </w:r>
      <w:r w:rsidR="002C4137" w:rsidRPr="00AF4411">
        <w:rPr>
          <w:rFonts w:ascii="Cambria" w:hAnsi="Cambria" w:cs="Arial"/>
          <w:sz w:val="24"/>
          <w:szCs w:val="24"/>
        </w:rPr>
        <w:t xml:space="preserve"> ust 1 </w:t>
      </w:r>
      <w:r w:rsidRPr="00AF4411">
        <w:rPr>
          <w:rFonts w:ascii="Cambria" w:hAnsi="Cambria" w:cs="Arial"/>
          <w:sz w:val="24"/>
          <w:szCs w:val="24"/>
        </w:rPr>
        <w:t>ustawy Pzp</w:t>
      </w:r>
      <w:r w:rsidR="00641874" w:rsidRPr="00AF4411">
        <w:rPr>
          <w:rFonts w:ascii="Cambria" w:hAnsi="Cambria" w:cs="Arial"/>
          <w:sz w:val="24"/>
          <w:szCs w:val="24"/>
        </w:rPr>
        <w:t>.</w:t>
      </w:r>
    </w:p>
    <w:p w14:paraId="291DBA6B" w14:textId="77777777" w:rsidR="00023477" w:rsidRPr="00AF4411" w:rsidRDefault="00992BD8" w:rsidP="00992BD8">
      <w:pPr>
        <w:pStyle w:val="Akapitzlist"/>
        <w:spacing w:after="240" w:line="276" w:lineRule="auto"/>
        <w:ind w:left="0"/>
        <w:jc w:val="center"/>
        <w:rPr>
          <w:rFonts w:ascii="Cambria" w:hAnsi="Cambria" w:cs="Arial"/>
          <w:sz w:val="24"/>
          <w:szCs w:val="24"/>
        </w:rPr>
      </w:pPr>
      <w:r w:rsidRPr="00AF4411">
        <w:rPr>
          <w:rFonts w:ascii="Cambria" w:hAnsi="Cambria" w:cs="Arial"/>
          <w:sz w:val="24"/>
          <w:szCs w:val="24"/>
        </w:rPr>
        <w:lastRenderedPageBreak/>
        <w:t>___________________________________________________________________</w:t>
      </w:r>
    </w:p>
    <w:p w14:paraId="74855C95" w14:textId="77777777" w:rsidR="00992BD8" w:rsidRPr="00AF4411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AF4411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8D33C8" w:rsidRPr="00AF4411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AF4411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3B3DA56F" w14:textId="5B9928AE" w:rsidR="00023477" w:rsidRPr="00AF4411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AF4411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AF4411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AF4411">
        <w:rPr>
          <w:rFonts w:ascii="Cambria" w:hAnsi="Cambria" w:cs="Arial"/>
          <w:i/>
          <w:sz w:val="24"/>
          <w:szCs w:val="24"/>
        </w:rPr>
        <w:t>.</w:t>
      </w:r>
      <w:r w:rsidRPr="00AF4411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AF4411">
        <w:rPr>
          <w:rFonts w:ascii="Cambria" w:hAnsi="Cambria" w:cs="Arial"/>
          <w:sz w:val="24"/>
          <w:szCs w:val="24"/>
        </w:rPr>
        <w:t>110</w:t>
      </w:r>
      <w:r w:rsidRPr="00AF4411">
        <w:rPr>
          <w:rFonts w:ascii="Cambria" w:hAnsi="Cambria" w:cs="Arial"/>
          <w:sz w:val="24"/>
          <w:szCs w:val="24"/>
        </w:rPr>
        <w:t xml:space="preserve"> ust. </w:t>
      </w:r>
      <w:r w:rsidR="00710937" w:rsidRPr="00AF4411">
        <w:rPr>
          <w:rFonts w:ascii="Cambria" w:hAnsi="Cambria" w:cs="Arial"/>
          <w:sz w:val="24"/>
          <w:szCs w:val="24"/>
        </w:rPr>
        <w:t>2</w:t>
      </w:r>
      <w:r w:rsidRPr="00AF4411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AF4411">
        <w:rPr>
          <w:rFonts w:ascii="Cambria" w:hAnsi="Cambria" w:cs="Arial"/>
          <w:sz w:val="24"/>
          <w:szCs w:val="24"/>
        </w:rPr>
        <w:t xml:space="preserve"> i zapobiegawcze</w:t>
      </w:r>
      <w:r w:rsidRPr="00AF4411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AF4411">
        <w:rPr>
          <w:rFonts w:ascii="Cambria" w:hAnsi="Cambria" w:cs="Arial"/>
          <w:sz w:val="24"/>
          <w:szCs w:val="24"/>
        </w:rPr>
        <w:t>..</w:t>
      </w:r>
      <w:r w:rsidRPr="00AF4411">
        <w:rPr>
          <w:rFonts w:ascii="Cambria" w:hAnsi="Cambria" w:cs="Arial"/>
          <w:sz w:val="24"/>
          <w:szCs w:val="24"/>
        </w:rPr>
        <w:t>……………</w:t>
      </w:r>
      <w:r w:rsidR="00023477" w:rsidRPr="00AF4411">
        <w:rPr>
          <w:rFonts w:ascii="Cambria" w:hAnsi="Cambria" w:cs="Arial"/>
          <w:sz w:val="24"/>
          <w:szCs w:val="24"/>
        </w:rPr>
        <w:t>…</w:t>
      </w:r>
      <w:r w:rsidRPr="00AF4411">
        <w:rPr>
          <w:rFonts w:ascii="Cambria" w:hAnsi="Cambria" w:cs="Arial"/>
          <w:sz w:val="24"/>
          <w:szCs w:val="24"/>
        </w:rPr>
        <w:t>………………</w:t>
      </w:r>
    </w:p>
    <w:p w14:paraId="47005CFB" w14:textId="4FA1C36D" w:rsidR="0011306C" w:rsidRPr="00AF4411" w:rsidRDefault="007A2BCB" w:rsidP="0069452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 w:rsidRPr="00AF4411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C2F90" w:rsidRPr="00AF4411">
        <w:rPr>
          <w:rFonts w:ascii="Cambria" w:hAnsi="Cambria" w:cs="Arial"/>
          <w:spacing w:val="-4"/>
          <w:sz w:val="24"/>
          <w:szCs w:val="24"/>
        </w:rPr>
        <w:t xml:space="preserve">t.j. </w:t>
      </w:r>
      <w:r w:rsidRPr="00AF4411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AF4411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Pr="00AF4411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AF4411">
        <w:rPr>
          <w:rFonts w:ascii="Cambria" w:hAnsi="Cambria" w:cs="Arial"/>
          <w:spacing w:val="-4"/>
          <w:sz w:val="24"/>
          <w:szCs w:val="24"/>
        </w:rPr>
        <w:t>129</w:t>
      </w:r>
      <w:r w:rsidRPr="00AF4411">
        <w:rPr>
          <w:rFonts w:ascii="Cambria" w:hAnsi="Cambria" w:cs="Arial"/>
          <w:spacing w:val="-4"/>
          <w:sz w:val="24"/>
          <w:szCs w:val="24"/>
        </w:rPr>
        <w:t>)</w:t>
      </w:r>
      <w:r w:rsidR="0011306C" w:rsidRPr="00AF4411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Pr="00AF4411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AF4411" w14:paraId="1EAEEC78" w14:textId="77777777" w:rsidTr="00CD4DD1">
        <w:tc>
          <w:tcPr>
            <w:tcW w:w="9104" w:type="dxa"/>
            <w:shd w:val="clear" w:color="auto" w:fill="D9D9D9"/>
          </w:tcPr>
          <w:p w14:paraId="73FBD1DC" w14:textId="77777777" w:rsidR="0011306C" w:rsidRPr="00AF4411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AF4411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AF4411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7B281B3" w14:textId="77777777" w:rsidR="00D2702A" w:rsidRPr="00AF4411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AF4411">
        <w:rPr>
          <w:rFonts w:ascii="Cambria" w:hAnsi="Cambria" w:cs="Arial"/>
          <w:sz w:val="24"/>
          <w:szCs w:val="24"/>
        </w:rPr>
        <w:t>Oświadczam,</w:t>
      </w:r>
      <w:r w:rsidR="00313417" w:rsidRPr="00AF4411">
        <w:rPr>
          <w:rFonts w:ascii="Cambria" w:hAnsi="Cambria" w:cs="Arial"/>
          <w:sz w:val="24"/>
          <w:szCs w:val="24"/>
        </w:rPr>
        <w:t xml:space="preserve"> że spełniam</w:t>
      </w:r>
      <w:r w:rsidR="004541F9" w:rsidRPr="00AF4411">
        <w:rPr>
          <w:rFonts w:ascii="Cambria" w:hAnsi="Cambria" w:cs="Arial"/>
          <w:sz w:val="24"/>
          <w:szCs w:val="24"/>
        </w:rPr>
        <w:t>, określone przez Zamawiającego,</w:t>
      </w:r>
      <w:r w:rsidR="00313417" w:rsidRPr="00AF4411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AF4411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AF4411" w14:paraId="4C2C0030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7C27" w14:textId="77777777" w:rsidR="00D2702A" w:rsidRPr="00AF4411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AF4411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D2FD" w14:textId="77777777" w:rsidR="00D2702A" w:rsidRPr="00AF4411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AF4411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AF4411" w14:paraId="3E12CBA6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07D4" w14:textId="77777777" w:rsidR="00D2702A" w:rsidRPr="00AF4411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3A6A" w14:textId="77777777" w:rsidR="00D2702A" w:rsidRPr="00AF4411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721B82A8" w14:textId="77777777" w:rsidR="00E21BB4" w:rsidRPr="00AF4411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AF4411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247061B1" w14:textId="77777777" w:rsidR="00E21BB4" w:rsidRPr="00AF4411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AF4411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AF4411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AF4411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AF4411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AF4411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0660841E" w14:textId="77777777" w:rsidR="00C62F57" w:rsidRPr="00AF4411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AF4411">
        <w:rPr>
          <w:rFonts w:ascii="Cambria" w:hAnsi="Cambria" w:cs="Arial"/>
          <w:sz w:val="24"/>
          <w:szCs w:val="24"/>
        </w:rPr>
        <w:t>Oświadczam, że spełniam warunki udziału w postępowaniu określone przez zamawiającego w  następującym zakresie:</w:t>
      </w:r>
    </w:p>
    <w:p w14:paraId="3FB92AF2" w14:textId="77777777" w:rsidR="00C62F57" w:rsidRPr="00AF4411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AF4411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14:paraId="3DB15AA9" w14:textId="77777777" w:rsidR="00721D87" w:rsidRPr="00AF4411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AF4411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AF4411">
        <w:rPr>
          <w:rFonts w:ascii="Cambria" w:hAnsi="Cambria" w:cs="Arial"/>
          <w:sz w:val="24"/>
          <w:szCs w:val="24"/>
        </w:rPr>
        <w:t>ego/</w:t>
      </w:r>
      <w:r w:rsidRPr="00AF4411">
        <w:rPr>
          <w:rFonts w:ascii="Cambria" w:hAnsi="Cambria" w:cs="Arial"/>
          <w:sz w:val="24"/>
          <w:szCs w:val="24"/>
        </w:rPr>
        <w:t xml:space="preserve">ych zasoby: </w:t>
      </w:r>
    </w:p>
    <w:p w14:paraId="57EFC994" w14:textId="77777777" w:rsidR="00721D87" w:rsidRPr="00AF4411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AF4411">
        <w:rPr>
          <w:rFonts w:ascii="Cambria" w:hAnsi="Cambria" w:cs="Arial"/>
          <w:sz w:val="24"/>
          <w:szCs w:val="24"/>
        </w:rPr>
        <w:t>……………</w:t>
      </w:r>
      <w:r w:rsidR="00721D87" w:rsidRPr="00AF4411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14:paraId="251517D9" w14:textId="77777777" w:rsidR="00721D87" w:rsidRPr="00AF4411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AF4411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14:paraId="35409495" w14:textId="77777777" w:rsidR="00721D87" w:rsidRPr="00AF4411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AF4411">
        <w:rPr>
          <w:rFonts w:ascii="Cambria" w:hAnsi="Cambria" w:cs="Arial"/>
          <w:sz w:val="24"/>
          <w:szCs w:val="24"/>
        </w:rPr>
        <w:t xml:space="preserve">w następującym zakresie: </w:t>
      </w:r>
    </w:p>
    <w:p w14:paraId="0990ED2D" w14:textId="77777777" w:rsidR="00E21BB4" w:rsidRPr="00AF4411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AF4411">
        <w:rPr>
          <w:rFonts w:ascii="Cambria" w:hAnsi="Cambria" w:cs="Arial"/>
          <w:sz w:val="24"/>
          <w:szCs w:val="24"/>
        </w:rPr>
        <w:t>……………</w:t>
      </w:r>
      <w:r w:rsidR="00721D87" w:rsidRPr="00AF4411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AF4411">
        <w:rPr>
          <w:rFonts w:ascii="Cambria" w:hAnsi="Cambria" w:cs="Arial"/>
          <w:sz w:val="24"/>
          <w:szCs w:val="24"/>
        </w:rPr>
        <w:t>………………………….</w:t>
      </w:r>
    </w:p>
    <w:p w14:paraId="17E7910C" w14:textId="77777777" w:rsidR="00C62F57" w:rsidRPr="00AF4411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AF4411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AF4411" w14:paraId="7F5FA877" w14:textId="77777777" w:rsidTr="00CD4DD1">
        <w:tc>
          <w:tcPr>
            <w:tcW w:w="9104" w:type="dxa"/>
            <w:shd w:val="clear" w:color="auto" w:fill="D9D9D9"/>
          </w:tcPr>
          <w:p w14:paraId="29B42798" w14:textId="77777777" w:rsidR="00BE6F04" w:rsidRPr="00AF4411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AF4411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3CECA8E" w14:textId="77777777" w:rsidR="00FE4E2B" w:rsidRPr="00AF4411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AF4411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AF4411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AF4411" w14:paraId="703EFF72" w14:textId="77777777" w:rsidTr="00847232">
        <w:tc>
          <w:tcPr>
            <w:tcW w:w="9104" w:type="dxa"/>
            <w:shd w:val="clear" w:color="auto" w:fill="D9D9D9"/>
          </w:tcPr>
          <w:p w14:paraId="7F3D5DA8" w14:textId="77777777" w:rsidR="00E426EB" w:rsidRPr="00AF4411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AF4411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BDABDB6" w14:textId="77777777" w:rsidR="00E426EB" w:rsidRPr="00AF4411" w:rsidRDefault="00E426EB" w:rsidP="00FE4E2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51ACCE5A" w14:textId="77777777" w:rsidR="00E426EB" w:rsidRPr="00AF4411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AF4411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D75275D" w14:textId="77777777" w:rsidR="00E426EB" w:rsidRPr="00AF4411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AF4411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273FE5D" w14:textId="77777777" w:rsidR="00E426EB" w:rsidRPr="00AF4411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AF4411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6F21F0E" w14:textId="77777777" w:rsidR="00E426EB" w:rsidRPr="00AF4411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AF4411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19E6428" w14:textId="77777777" w:rsidR="00E426EB" w:rsidRPr="00AF4411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AF4411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47526F9" w14:textId="77777777" w:rsidR="00524951" w:rsidRPr="00AF4411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0"/>
        <w:gridCol w:w="2271"/>
        <w:gridCol w:w="4251"/>
      </w:tblGrid>
      <w:tr w:rsidR="00E53A24" w:rsidRPr="00AF4411" w14:paraId="4228C62E" w14:textId="77777777" w:rsidTr="000B29E6">
        <w:tc>
          <w:tcPr>
            <w:tcW w:w="1405" w:type="pct"/>
            <w:hideMark/>
          </w:tcPr>
          <w:p w14:paraId="440DC7DD" w14:textId="77777777" w:rsidR="00E53A24" w:rsidRPr="00AF4411" w:rsidRDefault="00E53A24" w:rsidP="000B29E6">
            <w:pPr>
              <w:spacing w:line="276" w:lineRule="auto"/>
              <w:jc w:val="both"/>
              <w:rPr>
                <w:rFonts w:ascii="Cambria" w:hAnsi="Cambria"/>
              </w:rPr>
            </w:pPr>
            <w:r w:rsidRPr="00AF4411">
              <w:rPr>
                <w:rFonts w:ascii="Cambria" w:hAnsi="Cambria"/>
              </w:rPr>
              <w:t>……………………….,</w:t>
            </w:r>
          </w:p>
        </w:tc>
        <w:tc>
          <w:tcPr>
            <w:tcW w:w="1251" w:type="pct"/>
            <w:hideMark/>
          </w:tcPr>
          <w:p w14:paraId="5FB95422" w14:textId="77777777" w:rsidR="00E53A24" w:rsidRPr="00AF4411" w:rsidRDefault="00E53A24" w:rsidP="000B29E6">
            <w:pPr>
              <w:spacing w:line="276" w:lineRule="auto"/>
              <w:jc w:val="center"/>
              <w:rPr>
                <w:rFonts w:ascii="Cambria" w:hAnsi="Cambria"/>
              </w:rPr>
            </w:pPr>
            <w:r w:rsidRPr="00AF4411">
              <w:rPr>
                <w:rFonts w:ascii="Cambria" w:hAnsi="Cambria"/>
              </w:rPr>
              <w:t>……………….</w:t>
            </w:r>
          </w:p>
        </w:tc>
        <w:tc>
          <w:tcPr>
            <w:tcW w:w="2343" w:type="pct"/>
            <w:hideMark/>
          </w:tcPr>
          <w:p w14:paraId="63DD76F0" w14:textId="77777777" w:rsidR="00E53A24" w:rsidRPr="00AF4411" w:rsidRDefault="00E53A24" w:rsidP="000B29E6">
            <w:pPr>
              <w:spacing w:line="276" w:lineRule="auto"/>
              <w:jc w:val="right"/>
              <w:rPr>
                <w:rFonts w:ascii="Cambria" w:hAnsi="Cambria"/>
              </w:rPr>
            </w:pPr>
            <w:r w:rsidRPr="00AF4411">
              <w:rPr>
                <w:rFonts w:ascii="Cambria" w:hAnsi="Cambria"/>
              </w:rPr>
              <w:t>…………………………………….</w:t>
            </w:r>
          </w:p>
        </w:tc>
      </w:tr>
      <w:tr w:rsidR="00E53A24" w:rsidRPr="00AF4411" w14:paraId="11B56B39" w14:textId="77777777" w:rsidTr="000B29E6">
        <w:tc>
          <w:tcPr>
            <w:tcW w:w="1405" w:type="pct"/>
            <w:hideMark/>
          </w:tcPr>
          <w:p w14:paraId="3147A941" w14:textId="77777777" w:rsidR="00E53A24" w:rsidRPr="00AF4411" w:rsidRDefault="00E53A24" w:rsidP="000B29E6">
            <w:pPr>
              <w:spacing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AF4411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251" w:type="pct"/>
            <w:hideMark/>
          </w:tcPr>
          <w:p w14:paraId="2534F496" w14:textId="77777777" w:rsidR="00E53A24" w:rsidRPr="00AF4411" w:rsidRDefault="00E53A24" w:rsidP="000B29E6">
            <w:pPr>
              <w:spacing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AF4411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343" w:type="pct"/>
            <w:hideMark/>
          </w:tcPr>
          <w:p w14:paraId="7B97ED63" w14:textId="77777777" w:rsidR="00E53A24" w:rsidRPr="00AF4411" w:rsidRDefault="00E53A24" w:rsidP="000B29E6">
            <w:pPr>
              <w:spacing w:line="276" w:lineRule="auto"/>
              <w:jc w:val="right"/>
              <w:rPr>
                <w:rFonts w:ascii="Cambria" w:hAnsi="Cambria"/>
                <w:b/>
                <w:i/>
                <w:iCs/>
                <w:sz w:val="16"/>
                <w:szCs w:val="16"/>
              </w:rPr>
            </w:pPr>
          </w:p>
          <w:p w14:paraId="0E7AF970" w14:textId="77777777" w:rsidR="00E53A24" w:rsidRPr="00AF4411" w:rsidRDefault="00E53A24" w:rsidP="000B29E6">
            <w:pPr>
              <w:spacing w:line="276" w:lineRule="auto"/>
              <w:jc w:val="right"/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</w:pPr>
            <w:r w:rsidRPr="00AF4411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Dokument należy podpisać Kwalifikowany podpis elektroniczny/podpis zaufany/</w:t>
            </w:r>
          </w:p>
          <w:p w14:paraId="1EBFE494" w14:textId="77777777" w:rsidR="00E53A24" w:rsidRPr="00AF4411" w:rsidRDefault="00E53A24" w:rsidP="000B29E6">
            <w:pPr>
              <w:spacing w:line="276" w:lineRule="auto"/>
              <w:jc w:val="right"/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</w:pPr>
            <w:r w:rsidRPr="00AF4411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podpis osobisty</w:t>
            </w:r>
            <w:r w:rsidRPr="00AF4411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 </w:t>
            </w:r>
          </w:p>
          <w:p w14:paraId="42B0BFA8" w14:textId="77777777" w:rsidR="00E53A24" w:rsidRPr="00AF4411" w:rsidRDefault="00E53A24" w:rsidP="000B29E6">
            <w:pPr>
              <w:spacing w:line="276" w:lineRule="auto"/>
              <w:jc w:val="right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AF4411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e- dowód przez osobę upoważnioną do reprezentowania Wykonawcy) </w:t>
            </w:r>
          </w:p>
        </w:tc>
      </w:tr>
    </w:tbl>
    <w:p w14:paraId="39A9BE7D" w14:textId="57B13366" w:rsidR="00484F88" w:rsidRPr="00AF4411" w:rsidRDefault="00484F88" w:rsidP="00E53A24">
      <w:pPr>
        <w:spacing w:after="0" w:line="360" w:lineRule="auto"/>
        <w:ind w:left="3261"/>
        <w:jc w:val="both"/>
        <w:rPr>
          <w:rFonts w:ascii="Cambria" w:hAnsi="Cambria" w:cs="Arial"/>
          <w:sz w:val="21"/>
          <w:szCs w:val="21"/>
        </w:rPr>
      </w:pPr>
    </w:p>
    <w:sectPr w:rsidR="00484F88" w:rsidRPr="00AF4411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D1784" w14:textId="77777777" w:rsidR="007B5559" w:rsidRDefault="007B5559" w:rsidP="0038231F">
      <w:pPr>
        <w:spacing w:after="0" w:line="240" w:lineRule="auto"/>
      </w:pPr>
      <w:r>
        <w:separator/>
      </w:r>
    </w:p>
  </w:endnote>
  <w:endnote w:type="continuationSeparator" w:id="0">
    <w:p w14:paraId="24D47BC5" w14:textId="77777777" w:rsidR="007B5559" w:rsidRDefault="007B55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5C859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0E5AE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B555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B555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263830E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4A2BA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C81A8" w14:textId="77777777" w:rsidR="007B5559" w:rsidRDefault="007B5559" w:rsidP="0038231F">
      <w:pPr>
        <w:spacing w:after="0" w:line="240" w:lineRule="auto"/>
      </w:pPr>
      <w:r>
        <w:separator/>
      </w:r>
    </w:p>
  </w:footnote>
  <w:footnote w:type="continuationSeparator" w:id="0">
    <w:p w14:paraId="416D6E24" w14:textId="77777777" w:rsidR="007B5559" w:rsidRDefault="007B5559" w:rsidP="0038231F">
      <w:pPr>
        <w:spacing w:after="0" w:line="240" w:lineRule="auto"/>
      </w:pPr>
      <w:r>
        <w:continuationSeparator/>
      </w:r>
    </w:p>
  </w:footnote>
  <w:footnote w:id="1">
    <w:p w14:paraId="10C0348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8AC98EE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3B388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BB56C8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B1932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CA5D8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4867D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8AC"/>
    <w:multiLevelType w:val="hybridMultilevel"/>
    <w:tmpl w:val="1E40C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C9A"/>
    <w:rsid w:val="00023477"/>
    <w:rsid w:val="000247FF"/>
    <w:rsid w:val="00025C8D"/>
    <w:rsid w:val="000303EE"/>
    <w:rsid w:val="0005473D"/>
    <w:rsid w:val="00057FC1"/>
    <w:rsid w:val="000642B4"/>
    <w:rsid w:val="00073976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0F2933"/>
    <w:rsid w:val="00104023"/>
    <w:rsid w:val="00110593"/>
    <w:rsid w:val="00111BC7"/>
    <w:rsid w:val="0011306C"/>
    <w:rsid w:val="0012157F"/>
    <w:rsid w:val="00160A7A"/>
    <w:rsid w:val="001738EA"/>
    <w:rsid w:val="0018769E"/>
    <w:rsid w:val="001902D2"/>
    <w:rsid w:val="001C6945"/>
    <w:rsid w:val="001F027E"/>
    <w:rsid w:val="001F37EA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9346F"/>
    <w:rsid w:val="002B2AD9"/>
    <w:rsid w:val="002C1C7B"/>
    <w:rsid w:val="002C4137"/>
    <w:rsid w:val="002C4948"/>
    <w:rsid w:val="002E641A"/>
    <w:rsid w:val="00300C9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6E63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8485B"/>
    <w:rsid w:val="0069452A"/>
    <w:rsid w:val="006974D3"/>
    <w:rsid w:val="006A3A1F"/>
    <w:rsid w:val="006A52B6"/>
    <w:rsid w:val="006A6A07"/>
    <w:rsid w:val="006B53D6"/>
    <w:rsid w:val="006D536F"/>
    <w:rsid w:val="006F0034"/>
    <w:rsid w:val="006F3D32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08C1"/>
    <w:rsid w:val="007936D6"/>
    <w:rsid w:val="007961C8"/>
    <w:rsid w:val="007A2BCB"/>
    <w:rsid w:val="007B01C8"/>
    <w:rsid w:val="007B5559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E310B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B31C1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E6FF2"/>
    <w:rsid w:val="00AF4411"/>
    <w:rsid w:val="00B0088C"/>
    <w:rsid w:val="00B15219"/>
    <w:rsid w:val="00B15FD3"/>
    <w:rsid w:val="00B228F8"/>
    <w:rsid w:val="00B34079"/>
    <w:rsid w:val="00B36ABD"/>
    <w:rsid w:val="00B8005E"/>
    <w:rsid w:val="00B90E42"/>
    <w:rsid w:val="00BB0B7B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2AF0"/>
    <w:rsid w:val="00E24546"/>
    <w:rsid w:val="00E309E9"/>
    <w:rsid w:val="00E31C06"/>
    <w:rsid w:val="00E33351"/>
    <w:rsid w:val="00E426EB"/>
    <w:rsid w:val="00E50194"/>
    <w:rsid w:val="00E53A2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5263E"/>
    <w:rsid w:val="00F66810"/>
    <w:rsid w:val="00F8042D"/>
    <w:rsid w:val="00F8636A"/>
    <w:rsid w:val="00F90CD1"/>
    <w:rsid w:val="00FB4187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1AD62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il">
    <w:name w:val="il"/>
    <w:basedOn w:val="Domylnaczcionkaakapitu"/>
    <w:rsid w:val="00111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9E186-6AE6-4B3C-882F-A12BDA9B6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10</TotalTime>
  <Pages>3</Pages>
  <Words>656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Magdalena Salamon</cp:lastModifiedBy>
  <cp:revision>10</cp:revision>
  <cp:lastPrinted>2016-07-26T11:32:00Z</cp:lastPrinted>
  <dcterms:created xsi:type="dcterms:W3CDTF">2024-11-24T06:42:00Z</dcterms:created>
  <dcterms:modified xsi:type="dcterms:W3CDTF">2025-11-28T12:29:00Z</dcterms:modified>
</cp:coreProperties>
</file>